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0B" w:rsidRDefault="009C130B" w:rsidP="00CA052E">
      <w:pPr>
        <w:jc w:val="center"/>
        <w:rPr>
          <w:b/>
          <w:color w:val="000000"/>
          <w:sz w:val="28"/>
          <w:szCs w:val="28"/>
        </w:rPr>
      </w:pPr>
    </w:p>
    <w:p w:rsidR="00CA052E" w:rsidRDefault="00D30A56" w:rsidP="00CA052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  <w:r w:rsidR="00CA052E" w:rsidRPr="006A1259">
        <w:rPr>
          <w:b/>
          <w:color w:val="000000"/>
          <w:sz w:val="28"/>
          <w:szCs w:val="28"/>
        </w:rPr>
        <w:br/>
      </w:r>
      <w:r w:rsidR="00CA052E" w:rsidRPr="006F5B73">
        <w:rPr>
          <w:b/>
          <w:color w:val="000000"/>
          <w:sz w:val="28"/>
          <w:szCs w:val="28"/>
        </w:rPr>
        <w:t>мероприятий по улучшению условий</w:t>
      </w:r>
      <w:r>
        <w:rPr>
          <w:b/>
          <w:color w:val="000000"/>
          <w:sz w:val="28"/>
          <w:szCs w:val="28"/>
        </w:rPr>
        <w:t xml:space="preserve"> и охраны</w:t>
      </w:r>
      <w:r w:rsidR="00CA052E" w:rsidRPr="006F5B73">
        <w:rPr>
          <w:b/>
          <w:color w:val="000000"/>
          <w:sz w:val="28"/>
          <w:szCs w:val="28"/>
        </w:rPr>
        <w:t xml:space="preserve"> труда</w:t>
      </w:r>
      <w:r w:rsidR="00CA052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работников</w:t>
      </w:r>
    </w:p>
    <w:p w:rsidR="00CA052E" w:rsidRDefault="00AE4E1D" w:rsidP="00CA052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результатам СОУТ 2015</w:t>
      </w:r>
      <w:r w:rsidR="00CA052E">
        <w:rPr>
          <w:b/>
          <w:color w:val="000000"/>
          <w:sz w:val="28"/>
          <w:szCs w:val="28"/>
        </w:rPr>
        <w:t>г.</w:t>
      </w:r>
    </w:p>
    <w:p w:rsidR="00CA052E" w:rsidRPr="006F5B73" w:rsidRDefault="00CA052E" w:rsidP="00CA052E">
      <w:pPr>
        <w:jc w:val="center"/>
        <w:rPr>
          <w:b/>
          <w:color w:val="000000"/>
          <w:sz w:val="28"/>
          <w:szCs w:val="28"/>
        </w:rPr>
      </w:pPr>
    </w:p>
    <w:p w:rsidR="00EB3EA4" w:rsidRDefault="00B3448B" w:rsidP="00E93762">
      <w:pPr>
        <w:jc w:val="center"/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F91996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B3EA4">
        <w:rPr>
          <w:rStyle w:val="a9"/>
        </w:rPr>
        <w:t>А</w:t>
      </w:r>
      <w:r w:rsidR="00F91996" w:rsidRPr="00F91996">
        <w:rPr>
          <w:rStyle w:val="a9"/>
        </w:rPr>
        <w:t xml:space="preserve">кционерное общество "Дальневосточная генерирующая компания" филиал "Хабаровская генерация" </w:t>
      </w:r>
    </w:p>
    <w:p w:rsidR="00CA052E" w:rsidRPr="00FD6AE6" w:rsidRDefault="00F91996" w:rsidP="00E93762">
      <w:pPr>
        <w:jc w:val="center"/>
      </w:pPr>
      <w:r w:rsidRPr="00F91996">
        <w:rPr>
          <w:rStyle w:val="a9"/>
        </w:rPr>
        <w:t>структурное подразделение "</w:t>
      </w:r>
      <w:proofErr w:type="gramStart"/>
      <w:r w:rsidRPr="00F91996">
        <w:rPr>
          <w:rStyle w:val="a9"/>
        </w:rPr>
        <w:t>Хабаровская</w:t>
      </w:r>
      <w:proofErr w:type="gramEnd"/>
      <w:r w:rsidRPr="00F91996">
        <w:rPr>
          <w:rStyle w:val="a9"/>
        </w:rPr>
        <w:t xml:space="preserve"> ТЭЦ-1" </w:t>
      </w:r>
      <w:r w:rsidR="00B3448B" w:rsidRPr="00883461">
        <w:rPr>
          <w:rStyle w:val="a9"/>
        </w:rPr>
        <w:fldChar w:fldCharType="end"/>
      </w:r>
    </w:p>
    <w:p w:rsidR="004062CD" w:rsidRPr="000769B8" w:rsidRDefault="000769B8" w:rsidP="00DB70BA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</w:p>
    <w:tbl>
      <w:tblPr>
        <w:tblW w:w="15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2396"/>
        <w:gridCol w:w="1953"/>
        <w:gridCol w:w="2095"/>
        <w:gridCol w:w="1858"/>
        <w:gridCol w:w="1858"/>
        <w:gridCol w:w="2010"/>
        <w:gridCol w:w="1358"/>
      </w:tblGrid>
      <w:tr w:rsidR="00FD6AE6" w:rsidRPr="00E93762" w:rsidTr="004062CD">
        <w:trPr>
          <w:tblHeader/>
          <w:jc w:val="center"/>
        </w:trPr>
        <w:tc>
          <w:tcPr>
            <w:tcW w:w="2301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bookmarkStart w:id="1" w:name="main_table"/>
            <w:bookmarkEnd w:id="1"/>
            <w:r w:rsidRPr="00E93762">
              <w:rPr>
                <w:b/>
              </w:rPr>
              <w:t>Наименование стру</w:t>
            </w:r>
            <w:r w:rsidRPr="00E93762">
              <w:rPr>
                <w:b/>
              </w:rPr>
              <w:t>к</w:t>
            </w:r>
            <w:r w:rsidRPr="00E93762">
              <w:rPr>
                <w:b/>
              </w:rPr>
              <w:t>турного подраздел</w:t>
            </w:r>
            <w:r w:rsidRPr="00E93762">
              <w:rPr>
                <w:b/>
              </w:rPr>
              <w:t>е</w:t>
            </w:r>
            <w:r w:rsidRPr="00E93762">
              <w:rPr>
                <w:b/>
              </w:rPr>
              <w:t>ния, рабочего места</w:t>
            </w:r>
          </w:p>
        </w:tc>
        <w:tc>
          <w:tcPr>
            <w:tcW w:w="2396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r w:rsidRPr="00E93762">
              <w:rPr>
                <w:b/>
              </w:rPr>
              <w:t>Наименование мер</w:t>
            </w:r>
            <w:r w:rsidRPr="00E93762">
              <w:rPr>
                <w:b/>
              </w:rPr>
              <w:t>о</w:t>
            </w:r>
            <w:r w:rsidRPr="00E93762">
              <w:rPr>
                <w:b/>
              </w:rPr>
              <w:t>приятия</w:t>
            </w:r>
          </w:p>
        </w:tc>
        <w:tc>
          <w:tcPr>
            <w:tcW w:w="1953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r w:rsidRPr="00E93762">
              <w:rPr>
                <w:b/>
              </w:rPr>
              <w:t>Назначение мер</w:t>
            </w:r>
            <w:r w:rsidRPr="00E93762">
              <w:rPr>
                <w:b/>
              </w:rPr>
              <w:t>о</w:t>
            </w:r>
            <w:r w:rsidRPr="00E93762">
              <w:rPr>
                <w:b/>
              </w:rPr>
              <w:t>приятия</w:t>
            </w:r>
          </w:p>
        </w:tc>
        <w:tc>
          <w:tcPr>
            <w:tcW w:w="2095" w:type="dxa"/>
            <w:vAlign w:val="center"/>
          </w:tcPr>
          <w:p w:rsidR="00FD6AE6" w:rsidRPr="00E93762" w:rsidRDefault="00FD6AE6" w:rsidP="004062CD">
            <w:pPr>
              <w:pStyle w:val="aa"/>
              <w:rPr>
                <w:b/>
              </w:rPr>
            </w:pPr>
            <w:r w:rsidRPr="00E93762">
              <w:rPr>
                <w:b/>
                <w:color w:val="000000"/>
              </w:rPr>
              <w:t>Источник финанс</w:t>
            </w:r>
            <w:r w:rsidRPr="00E93762">
              <w:rPr>
                <w:b/>
                <w:color w:val="000000"/>
              </w:rPr>
              <w:t>и</w:t>
            </w:r>
            <w:r w:rsidRPr="00E93762">
              <w:rPr>
                <w:b/>
                <w:color w:val="000000"/>
              </w:rPr>
              <w:t>рования</w:t>
            </w:r>
          </w:p>
        </w:tc>
        <w:tc>
          <w:tcPr>
            <w:tcW w:w="1858" w:type="dxa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proofErr w:type="gramStart"/>
            <w:r w:rsidRPr="00E93762">
              <w:rPr>
                <w:b/>
                <w:color w:val="000000"/>
              </w:rPr>
              <w:t>Ответственный</w:t>
            </w:r>
            <w:proofErr w:type="gramEnd"/>
            <w:r w:rsidRPr="00E93762">
              <w:rPr>
                <w:b/>
                <w:color w:val="000000"/>
              </w:rPr>
              <w:t xml:space="preserve"> за выполнение мероприятия</w:t>
            </w:r>
          </w:p>
        </w:tc>
        <w:tc>
          <w:tcPr>
            <w:tcW w:w="1858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r w:rsidRPr="00E93762">
              <w:rPr>
                <w:b/>
              </w:rPr>
              <w:t>Срок</w:t>
            </w:r>
            <w:r w:rsidRPr="00E93762">
              <w:rPr>
                <w:b/>
                <w:lang w:val="en-US"/>
              </w:rPr>
              <w:br/>
            </w:r>
            <w:r w:rsidRPr="00E93762">
              <w:rPr>
                <w:b/>
              </w:rPr>
              <w:t>выполнения</w:t>
            </w:r>
          </w:p>
        </w:tc>
        <w:tc>
          <w:tcPr>
            <w:tcW w:w="2010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r w:rsidRPr="00E93762">
              <w:rPr>
                <w:b/>
                <w:color w:val="000000"/>
              </w:rPr>
              <w:t>Службы, привл</w:t>
            </w:r>
            <w:r w:rsidRPr="00E93762">
              <w:rPr>
                <w:b/>
                <w:color w:val="000000"/>
              </w:rPr>
              <w:t>е</w:t>
            </w:r>
            <w:r w:rsidRPr="00E93762">
              <w:rPr>
                <w:b/>
                <w:color w:val="000000"/>
              </w:rPr>
              <w:t>каемые для в</w:t>
            </w:r>
            <w:r w:rsidRPr="00E93762">
              <w:rPr>
                <w:b/>
                <w:color w:val="000000"/>
              </w:rPr>
              <w:t>ы</w:t>
            </w:r>
            <w:r w:rsidRPr="00E93762">
              <w:rPr>
                <w:b/>
                <w:color w:val="000000"/>
              </w:rPr>
              <w:t>полнения мер</w:t>
            </w:r>
            <w:r w:rsidRPr="00E93762">
              <w:rPr>
                <w:b/>
                <w:color w:val="000000"/>
              </w:rPr>
              <w:t>о</w:t>
            </w:r>
            <w:r w:rsidRPr="00E93762">
              <w:rPr>
                <w:b/>
                <w:color w:val="000000"/>
              </w:rPr>
              <w:t>приятия</w:t>
            </w:r>
          </w:p>
        </w:tc>
        <w:tc>
          <w:tcPr>
            <w:tcW w:w="1358" w:type="dxa"/>
            <w:vAlign w:val="center"/>
          </w:tcPr>
          <w:p w:rsidR="00FD6AE6" w:rsidRPr="00E93762" w:rsidRDefault="00FD6AE6" w:rsidP="00DB70BA">
            <w:pPr>
              <w:pStyle w:val="aa"/>
              <w:rPr>
                <w:b/>
              </w:rPr>
            </w:pPr>
            <w:r w:rsidRPr="00E93762">
              <w:rPr>
                <w:b/>
              </w:rPr>
              <w:t>Отметка о выполнении</w:t>
            </w:r>
          </w:p>
        </w:tc>
      </w:tr>
      <w:tr w:rsidR="00FD6AE6" w:rsidRPr="00AF49A3" w:rsidTr="00B24C30">
        <w:trPr>
          <w:jc w:val="center"/>
        </w:trPr>
        <w:tc>
          <w:tcPr>
            <w:tcW w:w="2301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1</w:t>
            </w:r>
          </w:p>
        </w:tc>
        <w:tc>
          <w:tcPr>
            <w:tcW w:w="2396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2</w:t>
            </w:r>
          </w:p>
        </w:tc>
        <w:tc>
          <w:tcPr>
            <w:tcW w:w="1953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3</w:t>
            </w:r>
          </w:p>
        </w:tc>
        <w:tc>
          <w:tcPr>
            <w:tcW w:w="2095" w:type="dxa"/>
          </w:tcPr>
          <w:p w:rsidR="00FD6AE6" w:rsidRPr="00063DF1" w:rsidRDefault="00FD6AE6" w:rsidP="00DB70BA">
            <w:pPr>
              <w:pStyle w:val="aa"/>
            </w:pPr>
          </w:p>
        </w:tc>
        <w:tc>
          <w:tcPr>
            <w:tcW w:w="1858" w:type="dxa"/>
          </w:tcPr>
          <w:p w:rsidR="00FD6AE6" w:rsidRPr="00063DF1" w:rsidRDefault="00FD6AE6" w:rsidP="00DB70BA">
            <w:pPr>
              <w:pStyle w:val="aa"/>
            </w:pPr>
          </w:p>
        </w:tc>
        <w:tc>
          <w:tcPr>
            <w:tcW w:w="1858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4</w:t>
            </w:r>
          </w:p>
        </w:tc>
        <w:tc>
          <w:tcPr>
            <w:tcW w:w="2010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5</w:t>
            </w:r>
          </w:p>
        </w:tc>
        <w:tc>
          <w:tcPr>
            <w:tcW w:w="1358" w:type="dxa"/>
            <w:vAlign w:val="center"/>
          </w:tcPr>
          <w:p w:rsidR="00FD6AE6" w:rsidRPr="00063DF1" w:rsidRDefault="00FD6AE6" w:rsidP="00DB70BA">
            <w:pPr>
              <w:pStyle w:val="aa"/>
            </w:pPr>
            <w:r w:rsidRPr="00063DF1">
              <w:t>6</w:t>
            </w:r>
          </w:p>
        </w:tc>
      </w:tr>
      <w:tr w:rsidR="00FD6AE6" w:rsidRPr="00AF49A3" w:rsidTr="00B24C30">
        <w:trPr>
          <w:jc w:val="center"/>
        </w:trPr>
        <w:tc>
          <w:tcPr>
            <w:tcW w:w="2301" w:type="dxa"/>
            <w:vAlign w:val="center"/>
          </w:tcPr>
          <w:p w:rsidR="00FD6AE6" w:rsidRPr="00F91996" w:rsidRDefault="00EB3EA4" w:rsidP="00F9199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Котельный цех</w:t>
            </w:r>
          </w:p>
        </w:tc>
        <w:tc>
          <w:tcPr>
            <w:tcW w:w="2396" w:type="dxa"/>
            <w:vAlign w:val="center"/>
          </w:tcPr>
          <w:p w:rsidR="00FD6AE6" w:rsidRDefault="00FD6AE6" w:rsidP="00E93762">
            <w:pPr>
              <w:pStyle w:val="aa"/>
            </w:pPr>
          </w:p>
        </w:tc>
        <w:tc>
          <w:tcPr>
            <w:tcW w:w="1953" w:type="dxa"/>
            <w:vAlign w:val="center"/>
          </w:tcPr>
          <w:p w:rsidR="00FD6AE6" w:rsidRDefault="00FD6AE6" w:rsidP="00E93762">
            <w:pPr>
              <w:pStyle w:val="aa"/>
            </w:pPr>
          </w:p>
        </w:tc>
        <w:tc>
          <w:tcPr>
            <w:tcW w:w="2095" w:type="dxa"/>
            <w:vAlign w:val="center"/>
          </w:tcPr>
          <w:p w:rsidR="00FD6AE6" w:rsidRPr="00063DF1" w:rsidRDefault="00FD6AE6" w:rsidP="00E93762">
            <w:pPr>
              <w:pStyle w:val="aa"/>
            </w:pPr>
          </w:p>
        </w:tc>
        <w:tc>
          <w:tcPr>
            <w:tcW w:w="1858" w:type="dxa"/>
            <w:vAlign w:val="center"/>
          </w:tcPr>
          <w:p w:rsidR="00FD6AE6" w:rsidRPr="00063DF1" w:rsidRDefault="00FD6AE6" w:rsidP="00E93762">
            <w:pPr>
              <w:pStyle w:val="aa"/>
            </w:pPr>
          </w:p>
        </w:tc>
        <w:tc>
          <w:tcPr>
            <w:tcW w:w="1858" w:type="dxa"/>
            <w:vAlign w:val="center"/>
          </w:tcPr>
          <w:p w:rsidR="00FD6AE6" w:rsidRPr="00063DF1" w:rsidRDefault="00FD6AE6" w:rsidP="00E93762">
            <w:pPr>
              <w:pStyle w:val="aa"/>
            </w:pPr>
          </w:p>
        </w:tc>
        <w:tc>
          <w:tcPr>
            <w:tcW w:w="2010" w:type="dxa"/>
            <w:vAlign w:val="center"/>
          </w:tcPr>
          <w:p w:rsidR="00FD6AE6" w:rsidRPr="00063DF1" w:rsidRDefault="00FD6AE6" w:rsidP="00E93762">
            <w:pPr>
              <w:pStyle w:val="aa"/>
            </w:pPr>
          </w:p>
        </w:tc>
        <w:tc>
          <w:tcPr>
            <w:tcW w:w="1358" w:type="dxa"/>
            <w:vAlign w:val="center"/>
          </w:tcPr>
          <w:p w:rsidR="00FD6AE6" w:rsidRPr="00063DF1" w:rsidRDefault="00FD6AE6" w:rsidP="00E93762">
            <w:pPr>
              <w:pStyle w:val="aa"/>
            </w:pPr>
          </w:p>
        </w:tc>
      </w:tr>
      <w:tr w:rsidR="0082423C" w:rsidRPr="00AF49A3" w:rsidTr="00B24C30">
        <w:trPr>
          <w:jc w:val="center"/>
        </w:trPr>
        <w:tc>
          <w:tcPr>
            <w:tcW w:w="2301" w:type="dxa"/>
            <w:vAlign w:val="center"/>
          </w:tcPr>
          <w:p w:rsidR="0082423C" w:rsidRPr="00F05FAC" w:rsidRDefault="0082423C" w:rsidP="00B24C3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основного оборудования</w:t>
            </w:r>
          </w:p>
        </w:tc>
        <w:tc>
          <w:tcPr>
            <w:tcW w:w="2396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1953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2095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CF0F0E">
            <w:pPr>
              <w:jc w:val="center"/>
              <w:rPr>
                <w:sz w:val="20"/>
              </w:rPr>
            </w:pPr>
          </w:p>
        </w:tc>
        <w:tc>
          <w:tcPr>
            <w:tcW w:w="2010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3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F05FAC" w:rsidRDefault="000802A6" w:rsidP="00B24C30">
            <w:pPr>
              <w:pStyle w:val="aa"/>
              <w:jc w:val="left"/>
            </w:pPr>
            <w:r>
              <w:t xml:space="preserve">28. </w:t>
            </w:r>
            <w:proofErr w:type="spellStart"/>
            <w:r>
              <w:t>Электрогазосва</w:t>
            </w:r>
            <w:r>
              <w:t>р</w:t>
            </w:r>
            <w:r>
              <w:t>щик</w:t>
            </w:r>
            <w:proofErr w:type="spellEnd"/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 w:rsidRPr="005802C8">
              <w:t>Оборудовать постоя</w:t>
            </w:r>
            <w:r w:rsidRPr="005802C8">
              <w:t>н</w:t>
            </w:r>
            <w:r w:rsidRPr="005802C8">
              <w:t xml:space="preserve">ный сварочный пост </w:t>
            </w:r>
            <w:r>
              <w:t>в</w:t>
            </w:r>
            <w:r>
              <w:t>ы</w:t>
            </w:r>
            <w:r>
              <w:t>тяжной</w:t>
            </w:r>
            <w:r w:rsidRPr="005802C8">
              <w:t xml:space="preserve"> вентиляцией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конце</w:t>
            </w:r>
            <w:r>
              <w:t>н</w:t>
            </w:r>
            <w:r>
              <w:t xml:space="preserve">трации вредных веществ в воздухе рабочей зоны. </w:t>
            </w:r>
          </w:p>
        </w:tc>
        <w:tc>
          <w:tcPr>
            <w:tcW w:w="2095" w:type="dxa"/>
            <w:vAlign w:val="center"/>
          </w:tcPr>
          <w:p w:rsidR="000802A6" w:rsidRPr="000116C4" w:rsidRDefault="000802A6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0116C4">
              <w:rPr>
                <w:sz w:val="20"/>
              </w:rPr>
              <w:t>емонтные расходы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Начальник КЦ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8D07A8">
            <w:pPr>
              <w:pStyle w:val="aa"/>
            </w:pPr>
            <w:r w:rsidRPr="001F2748">
              <w:t>ОППР, констру</w:t>
            </w:r>
            <w:r w:rsidRPr="001F2748">
              <w:t>к</w:t>
            </w:r>
            <w:r w:rsidRPr="001F2748">
              <w:t>торский отдел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82423C" w:rsidRPr="00AF49A3" w:rsidTr="00B24C30">
        <w:trPr>
          <w:jc w:val="center"/>
        </w:trPr>
        <w:tc>
          <w:tcPr>
            <w:tcW w:w="2301" w:type="dxa"/>
            <w:vAlign w:val="center"/>
          </w:tcPr>
          <w:p w:rsidR="0082423C" w:rsidRPr="00F05FAC" w:rsidRDefault="0082423C" w:rsidP="00B24C3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вспомогательного об</w:t>
            </w:r>
            <w:r>
              <w:rPr>
                <w:i/>
              </w:rPr>
              <w:t>о</w:t>
            </w:r>
            <w:r>
              <w:rPr>
                <w:i/>
              </w:rPr>
              <w:t>рудования</w:t>
            </w:r>
          </w:p>
        </w:tc>
        <w:tc>
          <w:tcPr>
            <w:tcW w:w="2396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1953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2095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CF0F0E">
            <w:pPr>
              <w:jc w:val="center"/>
              <w:rPr>
                <w:sz w:val="20"/>
              </w:rPr>
            </w:pPr>
          </w:p>
        </w:tc>
        <w:tc>
          <w:tcPr>
            <w:tcW w:w="2010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3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F05FAC" w:rsidRDefault="000802A6" w:rsidP="00B24C30">
            <w:pPr>
              <w:pStyle w:val="aa"/>
              <w:jc w:val="left"/>
            </w:pPr>
            <w:r>
              <w:t xml:space="preserve">33. </w:t>
            </w:r>
            <w:proofErr w:type="spellStart"/>
            <w:r>
              <w:t>Электрогазосва</w:t>
            </w:r>
            <w:r>
              <w:t>р</w:t>
            </w:r>
            <w:r>
              <w:t>щик</w:t>
            </w:r>
            <w:proofErr w:type="spellEnd"/>
            <w:r>
              <w:t xml:space="preserve"> (6р)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 w:rsidRPr="005802C8">
              <w:t>Оборудовать постоя</w:t>
            </w:r>
            <w:r w:rsidRPr="005802C8">
              <w:t>н</w:t>
            </w:r>
            <w:r w:rsidRPr="005802C8">
              <w:t xml:space="preserve">ный сварочный пост </w:t>
            </w:r>
            <w:r>
              <w:t>в</w:t>
            </w:r>
            <w:r>
              <w:t>ы</w:t>
            </w:r>
            <w:r>
              <w:t>тяжной</w:t>
            </w:r>
            <w:r w:rsidRPr="005802C8">
              <w:t xml:space="preserve"> вентиляцией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конце</w:t>
            </w:r>
            <w:r>
              <w:t>н</w:t>
            </w:r>
            <w:r>
              <w:t xml:space="preserve">трации вредных веществ в воздухе рабочей зоны. </w:t>
            </w:r>
          </w:p>
        </w:tc>
        <w:tc>
          <w:tcPr>
            <w:tcW w:w="2095" w:type="dxa"/>
            <w:vAlign w:val="center"/>
          </w:tcPr>
          <w:p w:rsidR="000802A6" w:rsidRPr="000116C4" w:rsidRDefault="000802A6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0116C4">
              <w:rPr>
                <w:sz w:val="20"/>
              </w:rPr>
              <w:t>емонтные расходы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Начальник КЦ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8D07A8">
            <w:pPr>
              <w:pStyle w:val="aa"/>
            </w:pPr>
            <w:r w:rsidRPr="001F2748">
              <w:t>ОППР, констру</w:t>
            </w:r>
            <w:r w:rsidRPr="001F2748">
              <w:t>к</w:t>
            </w:r>
            <w:r w:rsidRPr="001F2748">
              <w:t>торский отдел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82423C" w:rsidRPr="00AF49A3" w:rsidTr="00B24C30">
        <w:trPr>
          <w:jc w:val="center"/>
        </w:trPr>
        <w:tc>
          <w:tcPr>
            <w:tcW w:w="2301" w:type="dxa"/>
            <w:vAlign w:val="center"/>
          </w:tcPr>
          <w:p w:rsidR="0082423C" w:rsidRPr="00F05FAC" w:rsidRDefault="0082423C" w:rsidP="00B24C30">
            <w:pPr>
              <w:pStyle w:val="aa"/>
              <w:rPr>
                <w:i/>
              </w:rPr>
            </w:pPr>
            <w:r>
              <w:rPr>
                <w:i/>
              </w:rPr>
              <w:t>Участок по технич</w:t>
            </w:r>
            <w:r>
              <w:rPr>
                <w:i/>
              </w:rPr>
              <w:t>е</w:t>
            </w:r>
            <w:r>
              <w:rPr>
                <w:i/>
              </w:rPr>
              <w:t>скому обслуживанию тепломеханического оборудования</w:t>
            </w:r>
          </w:p>
        </w:tc>
        <w:tc>
          <w:tcPr>
            <w:tcW w:w="2396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1953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2095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CF0F0E">
            <w:pPr>
              <w:jc w:val="center"/>
              <w:rPr>
                <w:sz w:val="20"/>
              </w:rPr>
            </w:pPr>
          </w:p>
        </w:tc>
        <w:tc>
          <w:tcPr>
            <w:tcW w:w="2010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3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F05FAC" w:rsidRDefault="000802A6" w:rsidP="00B24C30">
            <w:pPr>
              <w:pStyle w:val="aa"/>
              <w:jc w:val="left"/>
            </w:pPr>
            <w:r>
              <w:t xml:space="preserve">39. </w:t>
            </w:r>
            <w:proofErr w:type="spellStart"/>
            <w:r>
              <w:t>Электрогазосва</w:t>
            </w:r>
            <w:r>
              <w:t>р</w:t>
            </w:r>
            <w:r>
              <w:t>щик</w:t>
            </w:r>
            <w:proofErr w:type="spellEnd"/>
            <w:r>
              <w:t xml:space="preserve"> (6р)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 w:rsidRPr="005802C8">
              <w:t>Оборудовать постоя</w:t>
            </w:r>
            <w:r w:rsidRPr="005802C8">
              <w:t>н</w:t>
            </w:r>
            <w:r w:rsidRPr="005802C8">
              <w:t xml:space="preserve">ный сварочный пост </w:t>
            </w:r>
            <w:r>
              <w:t>в</w:t>
            </w:r>
            <w:r>
              <w:t>ы</w:t>
            </w:r>
            <w:r>
              <w:t>тяжной</w:t>
            </w:r>
            <w:r w:rsidRPr="005802C8">
              <w:t xml:space="preserve"> вентиляцией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конце</w:t>
            </w:r>
            <w:r>
              <w:t>н</w:t>
            </w:r>
            <w:r>
              <w:t xml:space="preserve">трации вредных веществ в воздухе рабочей зоны </w:t>
            </w:r>
          </w:p>
        </w:tc>
        <w:tc>
          <w:tcPr>
            <w:tcW w:w="2095" w:type="dxa"/>
            <w:vAlign w:val="center"/>
          </w:tcPr>
          <w:p w:rsidR="000802A6" w:rsidRPr="000116C4" w:rsidRDefault="000802A6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0116C4">
              <w:rPr>
                <w:sz w:val="20"/>
              </w:rPr>
              <w:t>емонтные расходы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Начальник КЦ</w:t>
            </w:r>
          </w:p>
        </w:tc>
        <w:tc>
          <w:tcPr>
            <w:tcW w:w="1858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8D07A8">
            <w:pPr>
              <w:pStyle w:val="aa"/>
            </w:pPr>
            <w:r w:rsidRPr="001F2748">
              <w:t>ОППР, констру</w:t>
            </w:r>
            <w:r w:rsidRPr="001F2748">
              <w:t>к</w:t>
            </w:r>
            <w:r w:rsidRPr="001F2748">
              <w:t>торский отдел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82423C" w:rsidRPr="00AF49A3" w:rsidTr="00B24C30">
        <w:trPr>
          <w:jc w:val="center"/>
        </w:trPr>
        <w:tc>
          <w:tcPr>
            <w:tcW w:w="2301" w:type="dxa"/>
            <w:vAlign w:val="center"/>
          </w:tcPr>
          <w:p w:rsidR="0082423C" w:rsidRPr="00132B89" w:rsidRDefault="0082423C" w:rsidP="004456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Турбинный</w:t>
            </w:r>
            <w:r w:rsidRPr="00132B89">
              <w:rPr>
                <w:b/>
                <w:i/>
              </w:rPr>
              <w:t xml:space="preserve"> цех</w:t>
            </w:r>
          </w:p>
        </w:tc>
        <w:tc>
          <w:tcPr>
            <w:tcW w:w="2396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1953" w:type="dxa"/>
            <w:vAlign w:val="center"/>
          </w:tcPr>
          <w:p w:rsidR="0082423C" w:rsidRPr="006C6B65" w:rsidRDefault="0082423C" w:rsidP="006C6B65">
            <w:pPr>
              <w:pStyle w:val="aa"/>
            </w:pPr>
          </w:p>
        </w:tc>
        <w:tc>
          <w:tcPr>
            <w:tcW w:w="2095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vAlign w:val="center"/>
          </w:tcPr>
          <w:p w:rsidR="0082423C" w:rsidRPr="006C6B65" w:rsidRDefault="0082423C" w:rsidP="00CF0F0E">
            <w:pPr>
              <w:jc w:val="center"/>
              <w:rPr>
                <w:sz w:val="20"/>
              </w:rPr>
            </w:pPr>
          </w:p>
        </w:tc>
        <w:tc>
          <w:tcPr>
            <w:tcW w:w="2010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  <w:tc>
          <w:tcPr>
            <w:tcW w:w="1358" w:type="dxa"/>
            <w:vAlign w:val="center"/>
          </w:tcPr>
          <w:p w:rsidR="0082423C" w:rsidRPr="006C6B65" w:rsidRDefault="0082423C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F05FAC" w:rsidRDefault="000802A6" w:rsidP="004456A0">
            <w:pPr>
              <w:pStyle w:val="aa"/>
              <w:jc w:val="left"/>
            </w:pPr>
            <w:r>
              <w:t>105. Начальник смены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>
              <w:t>Установить кондиционер в служебное помещение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0802A6" w:rsidRPr="00564015" w:rsidRDefault="000802A6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3542A7">
            <w:pPr>
              <w:pStyle w:val="aa"/>
            </w:pPr>
            <w:r>
              <w:t>РСЦ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F05FAC" w:rsidRDefault="000802A6" w:rsidP="004456A0">
            <w:pPr>
              <w:pStyle w:val="aa"/>
              <w:jc w:val="left"/>
            </w:pPr>
            <w:r>
              <w:t>106. Старший маш</w:t>
            </w:r>
            <w:r>
              <w:t>и</w:t>
            </w:r>
            <w:r>
              <w:t>нист турбинного отд</w:t>
            </w:r>
            <w:r>
              <w:t>е</w:t>
            </w:r>
            <w:r>
              <w:t>ления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>
              <w:t>Установить кондиционер в служебное помещение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0802A6" w:rsidRPr="00564015" w:rsidRDefault="000802A6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3542A7">
            <w:pPr>
              <w:pStyle w:val="aa"/>
            </w:pPr>
            <w:r>
              <w:t>РСЦ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B35CE2" w:rsidRDefault="000802A6" w:rsidP="004456A0">
            <w:pPr>
              <w:pStyle w:val="aa"/>
              <w:jc w:val="left"/>
            </w:pPr>
            <w:r w:rsidRPr="00B35CE2">
              <w:lastRenderedPageBreak/>
              <w:t>107А. Машинист пар</w:t>
            </w:r>
            <w:r w:rsidRPr="00B35CE2">
              <w:t>о</w:t>
            </w:r>
            <w:r w:rsidRPr="00B35CE2">
              <w:t>вых турбин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>
              <w:t>Установить кондиционер в служебное помещение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0802A6" w:rsidRPr="00564015" w:rsidRDefault="000802A6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3542A7">
            <w:pPr>
              <w:pStyle w:val="aa"/>
            </w:pPr>
            <w:r>
              <w:t>РСЦ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0802A6" w:rsidRPr="00AF49A3" w:rsidTr="00B24C30">
        <w:trPr>
          <w:jc w:val="center"/>
        </w:trPr>
        <w:tc>
          <w:tcPr>
            <w:tcW w:w="2301" w:type="dxa"/>
            <w:vAlign w:val="center"/>
          </w:tcPr>
          <w:p w:rsidR="000802A6" w:rsidRPr="00B35CE2" w:rsidRDefault="000802A6" w:rsidP="004456A0">
            <w:pPr>
              <w:pStyle w:val="aa"/>
              <w:jc w:val="left"/>
            </w:pPr>
            <w:r w:rsidRPr="00B35CE2">
              <w:t>109. Машинист-обходчик по турбинн</w:t>
            </w:r>
            <w:r w:rsidRPr="00B35CE2">
              <w:t>о</w:t>
            </w:r>
            <w:r w:rsidRPr="00B35CE2">
              <w:t>му оборудованию</w:t>
            </w:r>
          </w:p>
        </w:tc>
        <w:tc>
          <w:tcPr>
            <w:tcW w:w="2396" w:type="dxa"/>
            <w:vAlign w:val="center"/>
          </w:tcPr>
          <w:p w:rsidR="000802A6" w:rsidRPr="006C6B65" w:rsidRDefault="000802A6" w:rsidP="008D07A8">
            <w:pPr>
              <w:pStyle w:val="aa"/>
            </w:pPr>
            <w:r>
              <w:t>Установить кондиционер в служебное помещение</w:t>
            </w:r>
          </w:p>
        </w:tc>
        <w:tc>
          <w:tcPr>
            <w:tcW w:w="1953" w:type="dxa"/>
            <w:vAlign w:val="center"/>
          </w:tcPr>
          <w:p w:rsidR="000802A6" w:rsidRDefault="000802A6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0802A6" w:rsidRPr="00564015" w:rsidRDefault="000802A6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0802A6" w:rsidRPr="00132B89" w:rsidRDefault="000802A6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0802A6" w:rsidRPr="00063DF1" w:rsidRDefault="000802A6" w:rsidP="008D07A8">
            <w:pPr>
              <w:pStyle w:val="aa"/>
            </w:pPr>
            <w:r>
              <w:t>РСЦ</w:t>
            </w:r>
          </w:p>
        </w:tc>
        <w:tc>
          <w:tcPr>
            <w:tcW w:w="1358" w:type="dxa"/>
            <w:vAlign w:val="center"/>
          </w:tcPr>
          <w:p w:rsidR="000802A6" w:rsidRPr="006C6B65" w:rsidRDefault="000802A6" w:rsidP="006C6B65">
            <w:pPr>
              <w:jc w:val="center"/>
              <w:rPr>
                <w:sz w:val="20"/>
              </w:rPr>
            </w:pPr>
          </w:p>
        </w:tc>
      </w:tr>
      <w:tr w:rsidR="004062CD" w:rsidRPr="00AF49A3" w:rsidTr="00B24C30">
        <w:trPr>
          <w:jc w:val="center"/>
        </w:trPr>
        <w:tc>
          <w:tcPr>
            <w:tcW w:w="2301" w:type="dxa"/>
            <w:vAlign w:val="center"/>
          </w:tcPr>
          <w:p w:rsidR="004062CD" w:rsidRPr="00B35CE2" w:rsidRDefault="004062CD" w:rsidP="004456A0">
            <w:pPr>
              <w:pStyle w:val="aa"/>
              <w:jc w:val="left"/>
            </w:pPr>
            <w:r w:rsidRPr="00B35CE2">
              <w:t>112. Регенераторщик отработанного масла</w:t>
            </w:r>
          </w:p>
        </w:tc>
        <w:tc>
          <w:tcPr>
            <w:tcW w:w="2396" w:type="dxa"/>
            <w:vAlign w:val="center"/>
          </w:tcPr>
          <w:p w:rsidR="004062CD" w:rsidRDefault="004062CD" w:rsidP="008D07A8">
            <w:pPr>
              <w:pStyle w:val="aa"/>
            </w:pPr>
            <w:r>
              <w:t>Установить кондиционер в комнату отдыха</w:t>
            </w:r>
          </w:p>
        </w:tc>
        <w:tc>
          <w:tcPr>
            <w:tcW w:w="1953" w:type="dxa"/>
            <w:vAlign w:val="center"/>
          </w:tcPr>
          <w:p w:rsidR="004062CD" w:rsidRDefault="004062CD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4062CD" w:rsidRPr="00564015" w:rsidRDefault="004062CD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4062CD" w:rsidRPr="006C6B65" w:rsidRDefault="004062CD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РСЦ</w:t>
            </w:r>
          </w:p>
        </w:tc>
        <w:tc>
          <w:tcPr>
            <w:tcW w:w="1358" w:type="dxa"/>
            <w:vAlign w:val="center"/>
          </w:tcPr>
          <w:p w:rsidR="004062CD" w:rsidRPr="006C6B65" w:rsidRDefault="004062CD" w:rsidP="006C6B65">
            <w:pPr>
              <w:jc w:val="center"/>
              <w:rPr>
                <w:sz w:val="20"/>
              </w:rPr>
            </w:pPr>
          </w:p>
        </w:tc>
      </w:tr>
      <w:tr w:rsidR="004062CD" w:rsidRPr="00AF49A3" w:rsidTr="00B24C30">
        <w:trPr>
          <w:jc w:val="center"/>
        </w:trPr>
        <w:tc>
          <w:tcPr>
            <w:tcW w:w="2301" w:type="dxa"/>
            <w:vAlign w:val="center"/>
          </w:tcPr>
          <w:p w:rsidR="004062CD" w:rsidRPr="00B35CE2" w:rsidRDefault="004062CD" w:rsidP="004456A0">
            <w:pPr>
              <w:pStyle w:val="aa"/>
              <w:jc w:val="left"/>
            </w:pPr>
            <w:r w:rsidRPr="00B35CE2">
              <w:t>113А. Слесарь по о</w:t>
            </w:r>
            <w:r w:rsidRPr="00B35CE2">
              <w:t>б</w:t>
            </w:r>
            <w:r w:rsidRPr="00B35CE2">
              <w:t>служиванию оборуд</w:t>
            </w:r>
            <w:r w:rsidRPr="00B35CE2">
              <w:t>о</w:t>
            </w:r>
            <w:r w:rsidRPr="00B35CE2">
              <w:t>вания электростанций</w:t>
            </w:r>
          </w:p>
        </w:tc>
        <w:tc>
          <w:tcPr>
            <w:tcW w:w="2396" w:type="dxa"/>
            <w:vAlign w:val="center"/>
          </w:tcPr>
          <w:p w:rsidR="004062CD" w:rsidRDefault="004062CD" w:rsidP="008D07A8">
            <w:pPr>
              <w:pStyle w:val="aa"/>
            </w:pPr>
            <w:r>
              <w:t>Установить кондиционер в комнату отдыха</w:t>
            </w:r>
          </w:p>
        </w:tc>
        <w:tc>
          <w:tcPr>
            <w:tcW w:w="1953" w:type="dxa"/>
            <w:vAlign w:val="center"/>
          </w:tcPr>
          <w:p w:rsidR="004062CD" w:rsidRDefault="004062CD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4062CD" w:rsidRPr="00564015" w:rsidRDefault="004062CD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4062CD" w:rsidRPr="006C6B65" w:rsidRDefault="004062CD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РСЦ</w:t>
            </w:r>
          </w:p>
        </w:tc>
        <w:tc>
          <w:tcPr>
            <w:tcW w:w="1358" w:type="dxa"/>
            <w:vAlign w:val="center"/>
          </w:tcPr>
          <w:p w:rsidR="004062CD" w:rsidRPr="006C6B65" w:rsidRDefault="004062CD" w:rsidP="006C6B65">
            <w:pPr>
              <w:jc w:val="center"/>
              <w:rPr>
                <w:sz w:val="20"/>
              </w:rPr>
            </w:pPr>
          </w:p>
        </w:tc>
      </w:tr>
      <w:tr w:rsidR="004062CD" w:rsidRPr="00AF49A3" w:rsidTr="00B24C30">
        <w:trPr>
          <w:jc w:val="center"/>
        </w:trPr>
        <w:tc>
          <w:tcPr>
            <w:tcW w:w="2301" w:type="dxa"/>
            <w:vAlign w:val="center"/>
          </w:tcPr>
          <w:p w:rsidR="004062CD" w:rsidRPr="00B35CE2" w:rsidRDefault="004062CD" w:rsidP="004456A0">
            <w:pPr>
              <w:pStyle w:val="aa"/>
              <w:jc w:val="left"/>
            </w:pPr>
            <w:r w:rsidRPr="00B35CE2">
              <w:t>122А. Слесарь по р</w:t>
            </w:r>
            <w:r w:rsidRPr="00B35CE2">
              <w:t>е</w:t>
            </w:r>
            <w:r w:rsidRPr="00B35CE2">
              <w:t>монту парогазотурби</w:t>
            </w:r>
            <w:r w:rsidRPr="00B35CE2">
              <w:t>н</w:t>
            </w:r>
            <w:r w:rsidRPr="00B35CE2">
              <w:t>ного оборудования</w:t>
            </w:r>
          </w:p>
        </w:tc>
        <w:tc>
          <w:tcPr>
            <w:tcW w:w="2396" w:type="dxa"/>
            <w:vAlign w:val="center"/>
          </w:tcPr>
          <w:p w:rsidR="004062CD" w:rsidRDefault="004062CD" w:rsidP="008D07A8">
            <w:pPr>
              <w:pStyle w:val="aa"/>
            </w:pPr>
            <w:r>
              <w:t>Установить кондиционер в комнату отдыха</w:t>
            </w:r>
          </w:p>
        </w:tc>
        <w:tc>
          <w:tcPr>
            <w:tcW w:w="1953" w:type="dxa"/>
            <w:vAlign w:val="center"/>
          </w:tcPr>
          <w:p w:rsidR="004062CD" w:rsidRDefault="004062CD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4062CD" w:rsidRPr="00564015" w:rsidRDefault="004062CD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4062CD" w:rsidRPr="006C6B65" w:rsidRDefault="004062CD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РСЦ</w:t>
            </w:r>
          </w:p>
        </w:tc>
        <w:tc>
          <w:tcPr>
            <w:tcW w:w="1358" w:type="dxa"/>
            <w:vAlign w:val="center"/>
          </w:tcPr>
          <w:p w:rsidR="004062CD" w:rsidRPr="006C6B65" w:rsidRDefault="004062CD" w:rsidP="006C6B65">
            <w:pPr>
              <w:jc w:val="center"/>
              <w:rPr>
                <w:sz w:val="20"/>
              </w:rPr>
            </w:pPr>
          </w:p>
        </w:tc>
      </w:tr>
      <w:tr w:rsidR="004062CD" w:rsidRPr="00AF49A3" w:rsidTr="00B24C30">
        <w:trPr>
          <w:jc w:val="center"/>
        </w:trPr>
        <w:tc>
          <w:tcPr>
            <w:tcW w:w="2301" w:type="dxa"/>
            <w:vAlign w:val="center"/>
          </w:tcPr>
          <w:p w:rsidR="004062CD" w:rsidRPr="00B35CE2" w:rsidRDefault="004062CD" w:rsidP="004456A0">
            <w:pPr>
              <w:pStyle w:val="aa"/>
              <w:jc w:val="left"/>
            </w:pPr>
            <w:r w:rsidRPr="00B35CE2">
              <w:t xml:space="preserve">127А. </w:t>
            </w:r>
            <w:proofErr w:type="spellStart"/>
            <w:r w:rsidRPr="00B35CE2">
              <w:t>Электрог</w:t>
            </w:r>
            <w:r w:rsidRPr="00B35CE2">
              <w:t>а</w:t>
            </w:r>
            <w:r w:rsidRPr="00B35CE2">
              <w:t>зосварщик</w:t>
            </w:r>
            <w:proofErr w:type="spellEnd"/>
          </w:p>
        </w:tc>
        <w:tc>
          <w:tcPr>
            <w:tcW w:w="2396" w:type="dxa"/>
            <w:vAlign w:val="center"/>
          </w:tcPr>
          <w:p w:rsidR="004062CD" w:rsidRDefault="004062CD" w:rsidP="008D07A8">
            <w:pPr>
              <w:pStyle w:val="aa"/>
            </w:pPr>
            <w:r>
              <w:t>Установить кондиционер в комнату отдыха</w:t>
            </w:r>
          </w:p>
        </w:tc>
        <w:tc>
          <w:tcPr>
            <w:tcW w:w="1953" w:type="dxa"/>
            <w:vAlign w:val="center"/>
          </w:tcPr>
          <w:p w:rsidR="004062CD" w:rsidRDefault="004062CD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4062CD" w:rsidRPr="00564015" w:rsidRDefault="004062CD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4062CD" w:rsidRPr="006C6B65" w:rsidRDefault="004062CD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РСЦ</w:t>
            </w:r>
          </w:p>
        </w:tc>
        <w:tc>
          <w:tcPr>
            <w:tcW w:w="1358" w:type="dxa"/>
            <w:vAlign w:val="center"/>
          </w:tcPr>
          <w:p w:rsidR="004062CD" w:rsidRPr="006C6B65" w:rsidRDefault="004062CD" w:rsidP="006C6B65">
            <w:pPr>
              <w:jc w:val="center"/>
              <w:rPr>
                <w:sz w:val="20"/>
              </w:rPr>
            </w:pPr>
          </w:p>
        </w:tc>
      </w:tr>
      <w:tr w:rsidR="004062CD" w:rsidRPr="00AF49A3" w:rsidTr="00B24C30">
        <w:trPr>
          <w:jc w:val="center"/>
        </w:trPr>
        <w:tc>
          <w:tcPr>
            <w:tcW w:w="2301" w:type="dxa"/>
            <w:vAlign w:val="center"/>
          </w:tcPr>
          <w:p w:rsidR="004062CD" w:rsidRPr="00B35CE2" w:rsidRDefault="004062CD" w:rsidP="004456A0">
            <w:pPr>
              <w:pStyle w:val="aa"/>
              <w:jc w:val="left"/>
            </w:pPr>
            <w:r w:rsidRPr="00B35CE2">
              <w:t>130А. Уборщик прои</w:t>
            </w:r>
            <w:r w:rsidRPr="00B35CE2">
              <w:t>з</w:t>
            </w:r>
            <w:r w:rsidRPr="00B35CE2">
              <w:t>водственных помещ</w:t>
            </w:r>
            <w:r w:rsidRPr="00B35CE2">
              <w:t>е</w:t>
            </w:r>
            <w:r w:rsidRPr="00B35CE2">
              <w:t>ний</w:t>
            </w:r>
          </w:p>
        </w:tc>
        <w:tc>
          <w:tcPr>
            <w:tcW w:w="2396" w:type="dxa"/>
            <w:vAlign w:val="center"/>
          </w:tcPr>
          <w:p w:rsidR="004062CD" w:rsidRDefault="004062CD" w:rsidP="008D07A8">
            <w:pPr>
              <w:pStyle w:val="aa"/>
            </w:pPr>
            <w:r>
              <w:t>Установить кондиционер в комнату отдыха</w:t>
            </w:r>
          </w:p>
        </w:tc>
        <w:tc>
          <w:tcPr>
            <w:tcW w:w="1953" w:type="dxa"/>
            <w:vAlign w:val="center"/>
          </w:tcPr>
          <w:p w:rsidR="004062CD" w:rsidRDefault="004062CD" w:rsidP="008D07A8">
            <w:pPr>
              <w:pStyle w:val="aa"/>
            </w:pPr>
            <w:r>
              <w:t>Снижение времени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2095" w:type="dxa"/>
            <w:vAlign w:val="center"/>
          </w:tcPr>
          <w:p w:rsidR="004062CD" w:rsidRPr="00564015" w:rsidRDefault="004062CD" w:rsidP="008D07A8">
            <w:pPr>
              <w:pStyle w:val="aa"/>
            </w:pPr>
            <w:r w:rsidRPr="00564015">
              <w:t>Эксплуатационные расходы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 w:rsidRPr="00132B89">
              <w:t xml:space="preserve">Начальник </w:t>
            </w:r>
            <w:r>
              <w:t>ТЦ</w:t>
            </w:r>
          </w:p>
        </w:tc>
        <w:tc>
          <w:tcPr>
            <w:tcW w:w="1858" w:type="dxa"/>
            <w:vAlign w:val="center"/>
          </w:tcPr>
          <w:p w:rsidR="004062CD" w:rsidRPr="00132B89" w:rsidRDefault="004062CD" w:rsidP="008D07A8">
            <w:pPr>
              <w:pStyle w:val="aa"/>
            </w:pPr>
            <w:r>
              <w:t>2016г.</w:t>
            </w:r>
          </w:p>
        </w:tc>
        <w:tc>
          <w:tcPr>
            <w:tcW w:w="2010" w:type="dxa"/>
            <w:vAlign w:val="center"/>
          </w:tcPr>
          <w:p w:rsidR="004062CD" w:rsidRPr="006C6B65" w:rsidRDefault="004062CD" w:rsidP="008D0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РСЦ</w:t>
            </w:r>
          </w:p>
        </w:tc>
        <w:tc>
          <w:tcPr>
            <w:tcW w:w="1358" w:type="dxa"/>
            <w:vAlign w:val="center"/>
          </w:tcPr>
          <w:p w:rsidR="004062CD" w:rsidRPr="006C6B65" w:rsidRDefault="004062CD" w:rsidP="006C6B65">
            <w:pPr>
              <w:jc w:val="center"/>
              <w:rPr>
                <w:sz w:val="20"/>
              </w:rPr>
            </w:pPr>
          </w:p>
        </w:tc>
      </w:tr>
    </w:tbl>
    <w:p w:rsidR="00E93762" w:rsidRDefault="00E93762" w:rsidP="009D6532">
      <w:pPr>
        <w:rPr>
          <w:sz w:val="18"/>
          <w:szCs w:val="18"/>
        </w:rPr>
      </w:pPr>
    </w:p>
    <w:p w:rsidR="00EB3EA4" w:rsidRDefault="00EB3EA4" w:rsidP="00EB3EA4"/>
    <w:sectPr w:rsidR="00EB3EA4" w:rsidSect="009C130B">
      <w:pgSz w:w="16838" w:h="11906" w:orient="landscape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Дальневосточная генерирующая компания&quot; филиал &quot;Хабаровская генерация&quot; структурное подразделение &quot;Хабаровская ТЭЦ-1&quot; "/>
    <w:docVar w:name="org_name" w:val="     "/>
    <w:docVar w:name="sv_docs" w:val="1"/>
  </w:docVars>
  <w:rsids>
    <w:rsidRoot w:val="00F91996"/>
    <w:rsid w:val="000116C4"/>
    <w:rsid w:val="00012E03"/>
    <w:rsid w:val="0002033E"/>
    <w:rsid w:val="00025351"/>
    <w:rsid w:val="00056BFC"/>
    <w:rsid w:val="000769B8"/>
    <w:rsid w:val="0007776A"/>
    <w:rsid w:val="000802A6"/>
    <w:rsid w:val="00093D2E"/>
    <w:rsid w:val="000C5130"/>
    <w:rsid w:val="00156C21"/>
    <w:rsid w:val="00196135"/>
    <w:rsid w:val="001A7AC3"/>
    <w:rsid w:val="001B06AD"/>
    <w:rsid w:val="001F7A8C"/>
    <w:rsid w:val="00236FEB"/>
    <w:rsid w:val="00237B32"/>
    <w:rsid w:val="0036530A"/>
    <w:rsid w:val="003905A1"/>
    <w:rsid w:val="003A1C01"/>
    <w:rsid w:val="003A2259"/>
    <w:rsid w:val="003C79E5"/>
    <w:rsid w:val="003D24C3"/>
    <w:rsid w:val="004062CD"/>
    <w:rsid w:val="004456A0"/>
    <w:rsid w:val="00483A6A"/>
    <w:rsid w:val="00495D50"/>
    <w:rsid w:val="00496437"/>
    <w:rsid w:val="004B7161"/>
    <w:rsid w:val="004C14F2"/>
    <w:rsid w:val="004C6BD0"/>
    <w:rsid w:val="004D3FF5"/>
    <w:rsid w:val="004E5CB1"/>
    <w:rsid w:val="00547088"/>
    <w:rsid w:val="005567D6"/>
    <w:rsid w:val="00564015"/>
    <w:rsid w:val="005645F0"/>
    <w:rsid w:val="00572AE0"/>
    <w:rsid w:val="00584289"/>
    <w:rsid w:val="005D3D00"/>
    <w:rsid w:val="005E707F"/>
    <w:rsid w:val="005F64E6"/>
    <w:rsid w:val="0065289A"/>
    <w:rsid w:val="0067226F"/>
    <w:rsid w:val="006C6B65"/>
    <w:rsid w:val="006E662C"/>
    <w:rsid w:val="00725C51"/>
    <w:rsid w:val="00820552"/>
    <w:rsid w:val="0082423C"/>
    <w:rsid w:val="00857ED1"/>
    <w:rsid w:val="008644A5"/>
    <w:rsid w:val="008B4051"/>
    <w:rsid w:val="008C0968"/>
    <w:rsid w:val="0096334D"/>
    <w:rsid w:val="009647F7"/>
    <w:rsid w:val="009A1326"/>
    <w:rsid w:val="009C130B"/>
    <w:rsid w:val="009D6532"/>
    <w:rsid w:val="00A026A4"/>
    <w:rsid w:val="00A567D1"/>
    <w:rsid w:val="00A71296"/>
    <w:rsid w:val="00A907D2"/>
    <w:rsid w:val="00AC7445"/>
    <w:rsid w:val="00AE4E1D"/>
    <w:rsid w:val="00B12F45"/>
    <w:rsid w:val="00B1405F"/>
    <w:rsid w:val="00B24C30"/>
    <w:rsid w:val="00B3448B"/>
    <w:rsid w:val="00B5534B"/>
    <w:rsid w:val="00BA560A"/>
    <w:rsid w:val="00BD0A92"/>
    <w:rsid w:val="00C0355B"/>
    <w:rsid w:val="00C05B17"/>
    <w:rsid w:val="00C45714"/>
    <w:rsid w:val="00C93056"/>
    <w:rsid w:val="00CA052E"/>
    <w:rsid w:val="00CA2E96"/>
    <w:rsid w:val="00CD2568"/>
    <w:rsid w:val="00CF0F0E"/>
    <w:rsid w:val="00CF3F1A"/>
    <w:rsid w:val="00D11966"/>
    <w:rsid w:val="00D30A56"/>
    <w:rsid w:val="00D40C92"/>
    <w:rsid w:val="00DB25E4"/>
    <w:rsid w:val="00DB70BA"/>
    <w:rsid w:val="00DC0F74"/>
    <w:rsid w:val="00DD62D0"/>
    <w:rsid w:val="00DD6622"/>
    <w:rsid w:val="00E25119"/>
    <w:rsid w:val="00E32689"/>
    <w:rsid w:val="00E458F1"/>
    <w:rsid w:val="00E518B4"/>
    <w:rsid w:val="00E93762"/>
    <w:rsid w:val="00EB3EA4"/>
    <w:rsid w:val="00EB7BDE"/>
    <w:rsid w:val="00EC5373"/>
    <w:rsid w:val="00EC6958"/>
    <w:rsid w:val="00F262EE"/>
    <w:rsid w:val="00F835B0"/>
    <w:rsid w:val="00F91996"/>
    <w:rsid w:val="00FC1B6D"/>
    <w:rsid w:val="00FD4EE4"/>
    <w:rsid w:val="00FD6AE6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937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93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937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93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FAE9E-4D41-4DB4-B267-C3D8E8C39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sv_docs.dot</Template>
  <TotalTime>2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Анастасия Клигунова</dc:creator>
  <cp:lastModifiedBy>Никоненко Ольга Анатольевна</cp:lastModifiedBy>
  <cp:revision>4</cp:revision>
  <cp:lastPrinted>2015-02-26T23:53:00Z</cp:lastPrinted>
  <dcterms:created xsi:type="dcterms:W3CDTF">2016-01-28T06:46:00Z</dcterms:created>
  <dcterms:modified xsi:type="dcterms:W3CDTF">2016-03-31T04:16:00Z</dcterms:modified>
</cp:coreProperties>
</file>