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9B5FB0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9B5FB0" w:rsidRPr="009B5FB0">
          <w:rPr>
            <w:rStyle w:val="a9"/>
          </w:rPr>
          <w:t>Открытое акционерное общество "Дальневосточная генерирующая компания" Филиал "Хабаровская генерация" Структурное подразделение "Хабаровская ТЭЦ-3"</w:t>
        </w:r>
      </w:fldSimple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9B5FB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118" w:type="dxa"/>
            <w:vAlign w:val="center"/>
          </w:tcPr>
          <w:p w:rsidR="00AF1EDF" w:rsidRPr="00F06873" w:rsidRDefault="009B5FB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063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69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69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9B5FB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3118" w:type="dxa"/>
            <w:vAlign w:val="center"/>
          </w:tcPr>
          <w:p w:rsidR="00AF1EDF" w:rsidRPr="00F06873" w:rsidRDefault="009B5FB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063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69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169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9B5FB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118" w:type="dxa"/>
            <w:vAlign w:val="center"/>
          </w:tcPr>
          <w:p w:rsidR="00AF1EDF" w:rsidRPr="00F06873" w:rsidRDefault="009B5FB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063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69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9B5FB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9B5FB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9B5FB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9B5FB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9B5FB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0B3B3F" w:rsidRDefault="00F06873" w:rsidP="00F06873">
      <w:pPr>
        <w:pStyle w:val="a6"/>
        <w:jc w:val="both"/>
        <w:rPr>
          <w:rFonts w:ascii="Times New Roman" w:hAnsi="Times New Roman"/>
          <w:b/>
          <w:sz w:val="20"/>
          <w:szCs w:val="20"/>
        </w:rPr>
      </w:pPr>
    </w:p>
    <w:p w:rsidR="00DC1A91" w:rsidRDefault="00DC1A91" w:rsidP="001F3917">
      <w:pPr>
        <w:rPr>
          <w:lang w:val="en-US"/>
        </w:rPr>
      </w:pPr>
      <w:bookmarkStart w:id="6" w:name="_GoBack"/>
      <w:bookmarkEnd w:id="6"/>
    </w:p>
    <w:sectPr w:rsidR="00DC1A9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ctivedoc_name" w:val="Документ47"/>
    <w:docVar w:name="ceh_info" w:val="Открытое акционерное общество &quot;Дальневосточная генерирующая компания&quot; Филиал &quot;Хабаровская генерация&quot; Структурное подразделение &quot;Хабаровская ТЭЦ-3&quot;"/>
    <w:docVar w:name="doc_name" w:val="Документ47"/>
    <w:docVar w:name="fill_date" w:val="16.06.2015"/>
    <w:docVar w:name="org_name" w:val="     "/>
    <w:docVar w:name="pers_guids" w:val="7F6CF211064642C9B298049335013174@069-719-914-25~0069EF69D64D457297F8C98FE8D181F6@040-318-642-14"/>
    <w:docVar w:name="pers_snils" w:val="7F6CF211064642C9B298049335013174@069-719-914-25~0069EF69D64D457297F8C98FE8D181F6@040-318-642-14"/>
    <w:docVar w:name="sv_docs" w:val="1"/>
  </w:docVars>
  <w:rsids>
    <w:rsidRoot w:val="009B5FB0"/>
    <w:rsid w:val="0002033E"/>
    <w:rsid w:val="00085D8A"/>
    <w:rsid w:val="000B3B3F"/>
    <w:rsid w:val="000C5130"/>
    <w:rsid w:val="000D3760"/>
    <w:rsid w:val="000F0714"/>
    <w:rsid w:val="00147B53"/>
    <w:rsid w:val="00150BA1"/>
    <w:rsid w:val="00196135"/>
    <w:rsid w:val="001A7AC3"/>
    <w:rsid w:val="001B19D8"/>
    <w:rsid w:val="001F3917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65BD0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B5F0F"/>
    <w:rsid w:val="006E4DFC"/>
    <w:rsid w:val="00725C51"/>
    <w:rsid w:val="00820552"/>
    <w:rsid w:val="0084199F"/>
    <w:rsid w:val="00936F48"/>
    <w:rsid w:val="009647F7"/>
    <w:rsid w:val="009A1326"/>
    <w:rsid w:val="009B5FB0"/>
    <w:rsid w:val="009D6532"/>
    <w:rsid w:val="00A026A4"/>
    <w:rsid w:val="00A12EED"/>
    <w:rsid w:val="00AF1EDF"/>
    <w:rsid w:val="00B12F45"/>
    <w:rsid w:val="00B2089E"/>
    <w:rsid w:val="00B3448B"/>
    <w:rsid w:val="00B50689"/>
    <w:rsid w:val="00B874F5"/>
    <w:rsid w:val="00BA560A"/>
    <w:rsid w:val="00C0355B"/>
    <w:rsid w:val="00C902D9"/>
    <w:rsid w:val="00C93056"/>
    <w:rsid w:val="00CA2E96"/>
    <w:rsid w:val="00CD2568"/>
    <w:rsid w:val="00D11966"/>
    <w:rsid w:val="00D43384"/>
    <w:rsid w:val="00D825EB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ED726A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22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комп</dc:creator>
  <cp:lastModifiedBy>Никоненко Ольга Анатольевна</cp:lastModifiedBy>
  <cp:revision>13</cp:revision>
  <cp:lastPrinted>2015-07-13T03:04:00Z</cp:lastPrinted>
  <dcterms:created xsi:type="dcterms:W3CDTF">2015-05-20T09:29:00Z</dcterms:created>
  <dcterms:modified xsi:type="dcterms:W3CDTF">2016-04-08T00:25:00Z</dcterms:modified>
</cp:coreProperties>
</file>